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65DA1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2679392</wp:posOffset>
                      </wp:positionH>
                      <wp:positionV relativeFrom="paragraph">
                        <wp:posOffset>1279415</wp:posOffset>
                      </wp:positionV>
                      <wp:extent cx="387764" cy="693903"/>
                      <wp:effectExtent l="0" t="0" r="12700" b="11430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7764" cy="693903"/>
                              </a:xfrm>
                              <a:custGeom>
                                <a:avLst/>
                                <a:gdLst>
                                  <a:gd name="connsiteX0" fmla="*/ 76965 w 395214"/>
                                  <a:gd name="connsiteY0" fmla="*/ 677058 h 701809"/>
                                  <a:gd name="connsiteX1" fmla="*/ 339358 w 395214"/>
                                  <a:gd name="connsiteY1" fmla="*/ 390811 h 701809"/>
                                  <a:gd name="connsiteX2" fmla="*/ 395017 w 395214"/>
                                  <a:gd name="connsiteY2" fmla="*/ 25051 h 701809"/>
                                  <a:gd name="connsiteX3" fmla="*/ 331407 w 395214"/>
                                  <a:gd name="connsiteY3" fmla="*/ 56857 h 701809"/>
                                  <a:gd name="connsiteX4" fmla="*/ 307553 w 395214"/>
                                  <a:gd name="connsiteY4" fmla="*/ 255639 h 701809"/>
                                  <a:gd name="connsiteX5" fmla="*/ 13355 w 395214"/>
                                  <a:gd name="connsiteY5" fmla="*/ 637302 h 701809"/>
                                  <a:gd name="connsiteX6" fmla="*/ 76965 w 395214"/>
                                  <a:gd name="connsiteY6" fmla="*/ 677058 h 701809"/>
                                  <a:gd name="connsiteX0" fmla="*/ 76965 w 395214"/>
                                  <a:gd name="connsiteY0" fmla="*/ 677058 h 701809"/>
                                  <a:gd name="connsiteX1" fmla="*/ 339358 w 395214"/>
                                  <a:gd name="connsiteY1" fmla="*/ 390811 h 701809"/>
                                  <a:gd name="connsiteX2" fmla="*/ 395017 w 395214"/>
                                  <a:gd name="connsiteY2" fmla="*/ 25051 h 701809"/>
                                  <a:gd name="connsiteX3" fmla="*/ 331407 w 395214"/>
                                  <a:gd name="connsiteY3" fmla="*/ 56857 h 701809"/>
                                  <a:gd name="connsiteX4" fmla="*/ 307553 w 395214"/>
                                  <a:gd name="connsiteY4" fmla="*/ 255639 h 701809"/>
                                  <a:gd name="connsiteX5" fmla="*/ 151075 w 395214"/>
                                  <a:gd name="connsiteY5" fmla="*/ 429370 h 701809"/>
                                  <a:gd name="connsiteX6" fmla="*/ 13355 w 395214"/>
                                  <a:gd name="connsiteY6" fmla="*/ 637302 h 701809"/>
                                  <a:gd name="connsiteX7" fmla="*/ 76965 w 395214"/>
                                  <a:gd name="connsiteY7" fmla="*/ 677058 h 701809"/>
                                  <a:gd name="connsiteX0" fmla="*/ 69515 w 387764"/>
                                  <a:gd name="connsiteY0" fmla="*/ 677058 h 693903"/>
                                  <a:gd name="connsiteX1" fmla="*/ 331908 w 387764"/>
                                  <a:gd name="connsiteY1" fmla="*/ 390811 h 693903"/>
                                  <a:gd name="connsiteX2" fmla="*/ 387567 w 387764"/>
                                  <a:gd name="connsiteY2" fmla="*/ 25051 h 693903"/>
                                  <a:gd name="connsiteX3" fmla="*/ 323957 w 387764"/>
                                  <a:gd name="connsiteY3" fmla="*/ 56857 h 693903"/>
                                  <a:gd name="connsiteX4" fmla="*/ 300103 w 387764"/>
                                  <a:gd name="connsiteY4" fmla="*/ 255639 h 693903"/>
                                  <a:gd name="connsiteX5" fmla="*/ 183406 w 387764"/>
                                  <a:gd name="connsiteY5" fmla="*/ 445275 h 693903"/>
                                  <a:gd name="connsiteX6" fmla="*/ 5905 w 387764"/>
                                  <a:gd name="connsiteY6" fmla="*/ 637302 h 693903"/>
                                  <a:gd name="connsiteX7" fmla="*/ 69515 w 387764"/>
                                  <a:gd name="connsiteY7" fmla="*/ 677058 h 69390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87764" h="693903">
                                    <a:moveTo>
                                      <a:pt x="69515" y="677058"/>
                                    </a:moveTo>
                                    <a:cubicBezTo>
                                      <a:pt x="123849" y="635976"/>
                                      <a:pt x="278899" y="499479"/>
                                      <a:pt x="331908" y="390811"/>
                                    </a:cubicBezTo>
                                    <a:cubicBezTo>
                                      <a:pt x="384917" y="282143"/>
                                      <a:pt x="388892" y="80710"/>
                                      <a:pt x="387567" y="25051"/>
                                    </a:cubicBezTo>
                                    <a:cubicBezTo>
                                      <a:pt x="386242" y="-30608"/>
                                      <a:pt x="338534" y="18426"/>
                                      <a:pt x="323957" y="56857"/>
                                    </a:cubicBezTo>
                                    <a:cubicBezTo>
                                      <a:pt x="309380" y="95288"/>
                                      <a:pt x="330158" y="193554"/>
                                      <a:pt x="300103" y="255639"/>
                                    </a:cubicBezTo>
                                    <a:cubicBezTo>
                                      <a:pt x="270048" y="317724"/>
                                      <a:pt x="232439" y="381664"/>
                                      <a:pt x="183406" y="445275"/>
                                    </a:cubicBezTo>
                                    <a:cubicBezTo>
                                      <a:pt x="134373" y="508886"/>
                                      <a:pt x="24887" y="598672"/>
                                      <a:pt x="5905" y="637302"/>
                                    </a:cubicBezTo>
                                    <a:cubicBezTo>
                                      <a:pt x="-13077" y="675932"/>
                                      <a:pt x="15181" y="718140"/>
                                      <a:pt x="69515" y="67705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" o:spid="_x0000_s1026" style="position:absolute;margin-left:211pt;margin-top:100.75pt;width:30.55pt;height:54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7764,693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" path="m69515,677058c123849,635976,278899,499479,331908,390811,384917,282143,388892,80710,387567,25051v-1325,-55659,-49033,-6625,-63610,31806c309380,95288,330158,193554,300103,255639,270048,317724,232439,381664,183406,445275,134373,508886,24887,598672,5905,637302v-18982,38630,9276,80838,63610,39756xe" fillcolor="#0d0d0d [3069]" strokecolor="#0d0d0d [3069]" strokeweight="1pt">
                      <v:stroke joinstyle="miter"/>
                      <v:path arrowok="t" o:connecttype="custom" o:connectlocs="69515,677058;331908,390811;387567,25051;323957,56857;300103,255639;183406,445275;5905,637302;69515,677058" o:connectangles="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2576526</wp:posOffset>
                      </wp:positionH>
                      <wp:positionV relativeFrom="paragraph">
                        <wp:posOffset>833534</wp:posOffset>
                      </wp:positionV>
                      <wp:extent cx="155127" cy="477876"/>
                      <wp:effectExtent l="0" t="0" r="16510" b="1778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127" cy="477876"/>
                              </a:xfrm>
                              <a:custGeom>
                                <a:avLst/>
                                <a:gdLst>
                                  <a:gd name="connsiteX0" fmla="*/ 63611 w 155127"/>
                                  <a:gd name="connsiteY0" fmla="*/ 445881 h 477876"/>
                                  <a:gd name="connsiteX1" fmla="*/ 135172 w 155127"/>
                                  <a:gd name="connsiteY1" fmla="*/ 127828 h 477876"/>
                                  <a:gd name="connsiteX2" fmla="*/ 151075 w 155127"/>
                                  <a:gd name="connsiteY2" fmla="*/ 608 h 477876"/>
                                  <a:gd name="connsiteX3" fmla="*/ 71562 w 155127"/>
                                  <a:gd name="connsiteY3" fmla="*/ 96023 h 477876"/>
                                  <a:gd name="connsiteX4" fmla="*/ 0 w 155127"/>
                                  <a:gd name="connsiteY4" fmla="*/ 429978 h 477876"/>
                                  <a:gd name="connsiteX5" fmla="*/ 63611 w 155127"/>
                                  <a:gd name="connsiteY5" fmla="*/ 445881 h 4778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55127" h="477876">
                                    <a:moveTo>
                                      <a:pt x="63611" y="445881"/>
                                    </a:moveTo>
                                    <a:cubicBezTo>
                                      <a:pt x="86140" y="395523"/>
                                      <a:pt x="120595" y="202040"/>
                                      <a:pt x="135172" y="127828"/>
                                    </a:cubicBezTo>
                                    <a:cubicBezTo>
                                      <a:pt x="149749" y="53616"/>
                                      <a:pt x="161677" y="5909"/>
                                      <a:pt x="151075" y="608"/>
                                    </a:cubicBezTo>
                                    <a:cubicBezTo>
                                      <a:pt x="140473" y="-4693"/>
                                      <a:pt x="96741" y="24461"/>
                                      <a:pt x="71562" y="96023"/>
                                    </a:cubicBezTo>
                                    <a:cubicBezTo>
                                      <a:pt x="46383" y="167585"/>
                                      <a:pt x="0" y="375644"/>
                                      <a:pt x="0" y="429978"/>
                                    </a:cubicBezTo>
                                    <a:cubicBezTo>
                                      <a:pt x="0" y="484312"/>
                                      <a:pt x="41082" y="496239"/>
                                      <a:pt x="63611" y="4458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02.9pt;margin-top:65.65pt;width:12.2pt;height:37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5127,477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" path="m63611,445881c86140,395523,120595,202040,135172,127828,149749,53616,161677,5909,151075,608,140473,-4693,96741,24461,71562,96023,46383,167585,,375644,,429978v,54334,41082,66261,63611,15903xe" fillcolor="#0d0d0d [3069]" strokecolor="#0d0d0d [3069]" strokeweight="1pt">
                      <v:stroke joinstyle="miter"/>
                      <v:path arrowok="t" o:connecttype="custom" o:connectlocs="63611,445881;135172,127828;151075,608;71562,96023;0,429978;63611,445881" o:connectangles="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0" r="16510" b="1651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16957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="00865DA1" w:rsidRPr="00F16957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Occluded with an iso-echic </w:t>
                                  </w:r>
                                  <w:r w:rsidR="00F16957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chronic </w:t>
                                  </w:r>
                                  <w:r w:rsidR="00865DA1" w:rsidRPr="00F16957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thrombus. 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16957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proofErr w:type="spellStart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Occluded</w:t>
                            </w:r>
                            <w:proofErr w:type="spellEnd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with</w:t>
                            </w:r>
                            <w:proofErr w:type="spellEnd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</w:t>
                            </w:r>
                            <w:proofErr w:type="spellEnd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iso-echic</w:t>
                            </w:r>
                            <w:proofErr w:type="spellEnd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chronic</w:t>
                            </w:r>
                            <w:proofErr w:type="spellEnd"/>
                            <w:r w:rsid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thrombus</w:t>
                            </w:r>
                            <w:proofErr w:type="spellEnd"/>
                            <w:r w:rsidR="00865DA1" w:rsidRPr="00F16957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. 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865DA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and External (ECA) carotid arteries are patent with no significant stenosis detected (&gt;/=50%). </w:t>
            </w:r>
            <w:r w:rsidR="00865DA1">
              <w:rPr>
                <w:rFonts w:ascii="Arial" w:hAnsi="Arial"/>
                <w:kern w:val="12"/>
                <w:sz w:val="20"/>
                <w:szCs w:val="20"/>
              </w:rPr>
              <w:t xml:space="preserve">The ICA is completely occluded at the origin with chronic iso-echoic thrombus. </w:t>
            </w:r>
          </w:p>
          <w:p w:rsidR="00865DA1" w:rsidRPr="00A01925" w:rsidRDefault="00865DA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Vertebral </w:t>
            </w:r>
            <w:r w:rsidR="00865DA1">
              <w:rPr>
                <w:rFonts w:ascii="Arial" w:hAnsi="Arial"/>
                <w:kern w:val="12"/>
                <w:sz w:val="20"/>
                <w:szCs w:val="20"/>
              </w:rPr>
              <w:t xml:space="preserve">is observed to have no colour or Doppler flow ? occlusion. 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865DA1">
              <w:rPr>
                <w:rFonts w:ascii="Arial" w:hAnsi="Arial"/>
                <w:kern w:val="12"/>
                <w:sz w:val="20"/>
                <w:szCs w:val="20"/>
              </w:rPr>
              <w:t>tolic Velocity (PSV) = 1.08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865DA1">
              <w:rPr>
                <w:rFonts w:ascii="Arial" w:hAnsi="Arial"/>
                <w:kern w:val="12"/>
                <w:sz w:val="20"/>
                <w:szCs w:val="20"/>
              </w:rPr>
              <w:t>ocity (EDV) = 0.41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865DA1" w:rsidRPr="00A01925" w:rsidRDefault="00865DA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892FF1" w:rsidRPr="00865DA1" w:rsidRDefault="00892FF1" w:rsidP="00865DA1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7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8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9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5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6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15D91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65DA1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D6601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957"/>
    <w:rsid w:val="00F16C76"/>
    <w:rsid w:val="00F26EC5"/>
    <w:rsid w:val="00F304AB"/>
    <w:rsid w:val="00F3457B"/>
    <w:rsid w:val="00F3756B"/>
    <w:rsid w:val="00F97841"/>
    <w:rsid w:val="00FB3F0C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23</TotalTime>
  <Pages>2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Emma Waldegrave</dc:creator>
  <cp:lastModifiedBy>Daniel Sims</cp:lastModifiedBy>
  <cp:revision>4</cp:revision>
  <cp:lastPrinted>2019-01-18T11:11:00Z</cp:lastPrinted>
  <dcterms:created xsi:type="dcterms:W3CDTF">2019-09-11T12:52:00Z</dcterms:created>
  <dcterms:modified xsi:type="dcterms:W3CDTF">2019-10-15T13:41:00Z</dcterms:modified>
</cp:coreProperties>
</file>